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48" w:rsidRPr="009A6EE4" w:rsidRDefault="00E12B0D" w:rsidP="009A6EE4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15.5pt;margin-top:-12pt;width:18.4pt;height:55.5pt;z-index:251658240"/>
        </w:pict>
      </w:r>
      <w:r w:rsidR="009A6EE4">
        <w:rPr>
          <w:sz w:val="24"/>
          <w:szCs w:val="24"/>
        </w:rPr>
        <w:t>Your Name</w:t>
      </w:r>
      <w:r w:rsidR="009A6EE4">
        <w:rPr>
          <w:sz w:val="24"/>
          <w:szCs w:val="24"/>
        </w:rPr>
        <w:tab/>
      </w:r>
      <w:r w:rsidR="009A6EE4">
        <w:rPr>
          <w:sz w:val="24"/>
          <w:szCs w:val="24"/>
        </w:rPr>
        <w:tab/>
      </w:r>
      <w:r w:rsidR="009A6EE4">
        <w:rPr>
          <w:sz w:val="24"/>
          <w:szCs w:val="24"/>
        </w:rPr>
        <w:tab/>
      </w:r>
    </w:p>
    <w:p w:rsidR="009A6EE4" w:rsidRDefault="009A6EE4" w:rsidP="009A6EE4">
      <w:pPr>
        <w:spacing w:after="0"/>
      </w:pPr>
      <w:r>
        <w:t>Your Address, Line 1</w:t>
      </w:r>
      <w:r>
        <w:tab/>
      </w:r>
      <w:r>
        <w:tab/>
      </w:r>
      <w:r w:rsidRPr="009A6EE4">
        <w:rPr>
          <w:b/>
          <w:i/>
        </w:rPr>
        <w:t>single spaced</w:t>
      </w:r>
    </w:p>
    <w:p w:rsidR="002C7F48" w:rsidRDefault="009A6EE4" w:rsidP="009A6EE4">
      <w:pPr>
        <w:spacing w:after="0"/>
      </w:pPr>
      <w:r>
        <w:t>Your Address, Line 2</w:t>
      </w:r>
    </w:p>
    <w:p w:rsidR="009A6EE4" w:rsidRPr="009A6EE4" w:rsidRDefault="00E12B0D" w:rsidP="009A6EE4">
      <w:pPr>
        <w:spacing w:after="0"/>
        <w:rPr>
          <w:b/>
          <w:i/>
        </w:rPr>
      </w:pPr>
      <w:r w:rsidRPr="00E12B0D">
        <w:rPr>
          <w:b/>
          <w:noProof/>
        </w:rPr>
        <w:pict>
          <v:shape id="_x0000_s1027" type="#_x0000_t88" style="position:absolute;margin-left:126.75pt;margin-top:.25pt;width:7.15pt;height:13.5pt;z-index:251659264"/>
        </w:pict>
      </w:r>
      <w:r w:rsidR="009A6EE4" w:rsidRPr="009A6EE4">
        <w:rPr>
          <w:b/>
        </w:rPr>
        <w:tab/>
      </w:r>
      <w:r w:rsidR="009A6EE4" w:rsidRPr="009A6EE4">
        <w:rPr>
          <w:b/>
        </w:rPr>
        <w:tab/>
      </w:r>
      <w:r w:rsidR="009A6EE4" w:rsidRPr="009A6EE4">
        <w:rPr>
          <w:b/>
        </w:rPr>
        <w:tab/>
      </w:r>
      <w:r w:rsidR="009A6EE4" w:rsidRPr="009A6EE4">
        <w:rPr>
          <w:b/>
        </w:rPr>
        <w:tab/>
      </w:r>
      <w:r w:rsidR="009A6EE4" w:rsidRPr="009A6EE4">
        <w:rPr>
          <w:b/>
          <w:i/>
        </w:rPr>
        <w:t>Skip two lines</w:t>
      </w:r>
    </w:p>
    <w:p w:rsidR="002C7F48" w:rsidRDefault="009A6EE4" w:rsidP="009A6EE4">
      <w:pPr>
        <w:spacing w:after="0"/>
      </w:pPr>
      <w:r>
        <w:t>Date (Completely written out! – April 20, 2011)</w:t>
      </w:r>
    </w:p>
    <w:p w:rsidR="009A6EE4" w:rsidRPr="009A6EE4" w:rsidRDefault="009A6EE4" w:rsidP="009A6EE4">
      <w:pPr>
        <w:spacing w:after="0"/>
        <w:ind w:left="2160" w:firstLine="720"/>
        <w:rPr>
          <w:b/>
          <w:i/>
        </w:rPr>
      </w:pPr>
      <w:r w:rsidRPr="009A6EE4">
        <w:rPr>
          <w:b/>
          <w:i/>
        </w:rPr>
        <w:t>Skip two lines</w:t>
      </w:r>
      <w:r w:rsidR="00E12B0D">
        <w:rPr>
          <w:b/>
          <w:i/>
          <w:noProof/>
        </w:rPr>
        <w:pict>
          <v:shape id="_x0000_s1028" type="#_x0000_t88" style="position:absolute;left:0;text-align:left;margin-left:119.6pt;margin-top:.15pt;width:7.15pt;height:13.5pt;z-index:251660288;mso-position-horizontal-relative:text;mso-position-vertical-relative:text"/>
        </w:pict>
      </w:r>
    </w:p>
    <w:p w:rsidR="002C7F48" w:rsidRDefault="00E12B0D" w:rsidP="002C7F48">
      <w:pPr>
        <w:spacing w:after="0"/>
      </w:pPr>
      <w:r w:rsidRPr="00E12B0D">
        <w:rPr>
          <w:noProof/>
          <w:sz w:val="24"/>
          <w:szCs w:val="24"/>
        </w:rPr>
        <w:pict>
          <v:shape id="_x0000_s1029" type="#_x0000_t88" style="position:absolute;margin-left:145.9pt;margin-top:5.7pt;width:18.4pt;height:55.5pt;z-index:251661312"/>
        </w:pict>
      </w:r>
      <w:r w:rsidR="009A6EE4">
        <w:t>Job/College Name</w:t>
      </w:r>
    </w:p>
    <w:p w:rsidR="002C7F48" w:rsidRDefault="002C7F48" w:rsidP="002C7F48">
      <w:pPr>
        <w:spacing w:after="0"/>
      </w:pPr>
      <w:r>
        <w:t xml:space="preserve">ATTN: </w:t>
      </w:r>
      <w:r w:rsidR="009A6EE4">
        <w:t>Person of contact’s name</w:t>
      </w:r>
    </w:p>
    <w:p w:rsidR="009A6EE4" w:rsidRDefault="009A6EE4" w:rsidP="002C7F48">
      <w:pPr>
        <w:spacing w:after="0"/>
      </w:pPr>
      <w:r>
        <w:t>Their address, line 1</w:t>
      </w:r>
      <w:r>
        <w:tab/>
      </w:r>
      <w:r>
        <w:tab/>
      </w:r>
      <w:r>
        <w:tab/>
      </w:r>
      <w:r w:rsidRPr="009A6EE4">
        <w:rPr>
          <w:b/>
          <w:i/>
        </w:rPr>
        <w:t>single spaced</w:t>
      </w:r>
    </w:p>
    <w:p w:rsidR="002C7F48" w:rsidRDefault="009A6EE4" w:rsidP="002C7F48">
      <w:pPr>
        <w:spacing w:after="0"/>
      </w:pPr>
      <w:r>
        <w:t>Their address, line 2</w:t>
      </w:r>
    </w:p>
    <w:p w:rsidR="009A6EE4" w:rsidRPr="009A6EE4" w:rsidRDefault="00E12B0D" w:rsidP="009A6EE4">
      <w:pPr>
        <w:spacing w:after="0"/>
        <w:rPr>
          <w:b/>
          <w:i/>
        </w:rPr>
      </w:pPr>
      <w:r w:rsidRPr="00E12B0D">
        <w:rPr>
          <w:b/>
          <w:noProof/>
        </w:rPr>
        <w:pict>
          <v:shape id="_x0000_s1033" type="#_x0000_t88" style="position:absolute;margin-left:145.9pt;margin-top:8.5pt;width:7.15pt;height:13.5pt;z-index:251665408"/>
        </w:pict>
      </w:r>
      <w:r w:rsidR="009A6EE4" w:rsidRPr="009A6EE4">
        <w:rPr>
          <w:b/>
        </w:rPr>
        <w:tab/>
      </w:r>
      <w:r w:rsidR="009A6EE4" w:rsidRPr="009A6EE4">
        <w:rPr>
          <w:b/>
        </w:rPr>
        <w:tab/>
      </w:r>
      <w:r w:rsidR="009A6EE4" w:rsidRPr="009A6EE4">
        <w:rPr>
          <w:b/>
        </w:rPr>
        <w:tab/>
      </w:r>
      <w:r w:rsidR="009A6EE4">
        <w:rPr>
          <w:b/>
        </w:rPr>
        <w:tab/>
      </w:r>
      <w:r w:rsidR="009A6EE4" w:rsidRPr="009A6EE4">
        <w:rPr>
          <w:b/>
        </w:rPr>
        <w:tab/>
      </w:r>
      <w:r w:rsidR="009A6EE4" w:rsidRPr="009A6EE4">
        <w:rPr>
          <w:b/>
          <w:i/>
        </w:rPr>
        <w:t>Skip two lines</w:t>
      </w:r>
    </w:p>
    <w:p w:rsidR="002C7F48" w:rsidRDefault="002C7F48" w:rsidP="002C7F48">
      <w:pPr>
        <w:spacing w:after="0"/>
      </w:pPr>
    </w:p>
    <w:p w:rsidR="002C7F48" w:rsidRDefault="002C7F48" w:rsidP="002C7F48">
      <w:pPr>
        <w:spacing w:after="0"/>
      </w:pPr>
      <w:r>
        <w:t xml:space="preserve">Dear </w:t>
      </w:r>
      <w:r w:rsidR="009A6EE4">
        <w:t>person of contact’s name</w:t>
      </w:r>
      <w:r>
        <w:t>,</w:t>
      </w:r>
    </w:p>
    <w:p w:rsidR="009A6EE4" w:rsidRPr="009A6EE4" w:rsidRDefault="00E12B0D" w:rsidP="002C7F48">
      <w:pPr>
        <w:spacing w:after="0"/>
        <w:rPr>
          <w:b/>
          <w:i/>
        </w:rPr>
      </w:pPr>
      <w:r w:rsidRPr="00E12B0D">
        <w:rPr>
          <w:b/>
          <w:noProof/>
        </w:rPr>
        <w:pict>
          <v:shape id="_x0000_s1035" type="#_x0000_t88" style="position:absolute;margin-left:357pt;margin-top:7.85pt;width:18.75pt;height:86.25pt;z-index:251668480"/>
        </w:pict>
      </w:r>
      <w:r w:rsidRPr="00E12B0D">
        <w:rPr>
          <w:b/>
          <w:noProof/>
        </w:rPr>
        <w:pict>
          <v:shape id="_x0000_s1034" type="#_x0000_t88" style="position:absolute;margin-left:126.75pt;margin-top:.25pt;width:7.15pt;height:13.5pt;z-index:251667456"/>
        </w:pict>
      </w:r>
      <w:r w:rsidR="009A6EE4" w:rsidRPr="009A6EE4">
        <w:rPr>
          <w:b/>
        </w:rPr>
        <w:tab/>
      </w:r>
      <w:r w:rsidR="009A6EE4" w:rsidRPr="009A6EE4">
        <w:rPr>
          <w:b/>
        </w:rPr>
        <w:tab/>
      </w:r>
      <w:r w:rsidR="009A6EE4" w:rsidRPr="009A6EE4">
        <w:rPr>
          <w:b/>
        </w:rPr>
        <w:tab/>
      </w:r>
      <w:r w:rsidR="009A6EE4" w:rsidRPr="009A6EE4">
        <w:rPr>
          <w:b/>
        </w:rPr>
        <w:tab/>
      </w:r>
      <w:r w:rsidR="009A6EE4" w:rsidRPr="009A6EE4">
        <w:rPr>
          <w:b/>
          <w:i/>
        </w:rPr>
        <w:t>Skip two lines</w:t>
      </w:r>
    </w:p>
    <w:p w:rsidR="002C7F48" w:rsidRDefault="009A6EE4" w:rsidP="002C7F48">
      <w:pPr>
        <w:spacing w:after="0"/>
      </w:pPr>
      <w:r>
        <w:t>Para #1: Introduce yourself and what the purpose of this letter is.</w:t>
      </w:r>
      <w:r>
        <w:tab/>
      </w:r>
      <w:r>
        <w:tab/>
      </w:r>
      <w:r>
        <w:tab/>
      </w:r>
      <w:r>
        <w:rPr>
          <w:b/>
          <w:i/>
        </w:rPr>
        <w:t xml:space="preserve">Block style - </w:t>
      </w:r>
    </w:p>
    <w:p w:rsidR="009A6EE4" w:rsidRPr="009A6EE4" w:rsidRDefault="009A6EE4" w:rsidP="002C7F48">
      <w:pPr>
        <w:spacing w:after="0"/>
        <w:rPr>
          <w:b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no indenting.</w:t>
      </w:r>
    </w:p>
    <w:p w:rsidR="009A6EE4" w:rsidRDefault="009A6EE4" w:rsidP="002C7F48">
      <w:pPr>
        <w:spacing w:after="0"/>
      </w:pPr>
      <w:r>
        <w:t>Para #2: Detail your experience and why you are qualified for this job or college.</w:t>
      </w:r>
      <w:r>
        <w:tab/>
      </w:r>
      <w:r>
        <w:tab/>
      </w:r>
      <w:r>
        <w:rPr>
          <w:b/>
          <w:i/>
        </w:rPr>
        <w:t>Single spaced-</w:t>
      </w:r>
      <w:r>
        <w:tab/>
      </w:r>
    </w:p>
    <w:p w:rsidR="009A6EE4" w:rsidRPr="009A6EE4" w:rsidRDefault="009A6EE4" w:rsidP="002C7F48">
      <w:pPr>
        <w:spacing w:after="0"/>
        <w:rPr>
          <w:b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only skip lines </w:t>
      </w:r>
    </w:p>
    <w:p w:rsidR="009A6EE4" w:rsidRPr="009A6EE4" w:rsidRDefault="009A6EE4" w:rsidP="002C7F48">
      <w:pPr>
        <w:spacing w:after="0"/>
        <w:rPr>
          <w:b/>
          <w:i/>
        </w:rPr>
      </w:pPr>
      <w:r>
        <w:t>Para #3: Detail how the employer or college can contact you.</w:t>
      </w:r>
      <w:r>
        <w:tab/>
      </w:r>
      <w:r>
        <w:tab/>
      </w:r>
      <w:r>
        <w:tab/>
      </w:r>
      <w:r>
        <w:tab/>
      </w:r>
      <w:r>
        <w:rPr>
          <w:b/>
          <w:i/>
        </w:rPr>
        <w:t>between paras.</w:t>
      </w:r>
    </w:p>
    <w:p w:rsidR="009A6EE4" w:rsidRDefault="00E12B0D" w:rsidP="002C7F48">
      <w:pPr>
        <w:spacing w:after="0"/>
        <w:rPr>
          <w:b/>
          <w:i/>
        </w:rPr>
      </w:pPr>
      <w:r w:rsidRPr="00E12B0D">
        <w:rPr>
          <w:b/>
          <w:noProof/>
        </w:rPr>
        <w:pict>
          <v:shape id="_x0000_s1038" type="#_x0000_t88" style="position:absolute;margin-left:65.25pt;margin-top:1.45pt;width:7.15pt;height:13.5pt;z-index:251672576"/>
        </w:pict>
      </w:r>
      <w:r w:rsidR="009A6EE4" w:rsidRPr="009A6EE4">
        <w:rPr>
          <w:b/>
        </w:rPr>
        <w:tab/>
      </w:r>
      <w:r w:rsidR="009A6EE4" w:rsidRPr="009A6EE4">
        <w:rPr>
          <w:b/>
        </w:rPr>
        <w:tab/>
      </w:r>
      <w:r w:rsidR="009A6EE4" w:rsidRPr="009A6EE4">
        <w:rPr>
          <w:b/>
          <w:i/>
        </w:rPr>
        <w:t>Skip two lines</w:t>
      </w:r>
    </w:p>
    <w:p w:rsidR="00CE2328" w:rsidRPr="009A6EE4" w:rsidRDefault="00E12B0D" w:rsidP="002C7F48">
      <w:pPr>
        <w:spacing w:after="0"/>
        <w:rPr>
          <w:b/>
          <w:i/>
        </w:rPr>
      </w:pPr>
      <w:r w:rsidRPr="00E12B0D">
        <w:rPr>
          <w:noProof/>
        </w:rPr>
        <w:pict>
          <v:shape id="_x0000_s1040" type="#_x0000_t88" style="position:absolute;margin-left:172.1pt;margin-top:13.75pt;width:7.15pt;height:57pt;z-index:251673600"/>
        </w:pict>
      </w:r>
      <w:r w:rsidR="009A6EE4">
        <w:t>Salutation</w:t>
      </w:r>
      <w:r w:rsidR="00CE2328">
        <w:t>,</w:t>
      </w:r>
    </w:p>
    <w:p w:rsidR="009A6EE4" w:rsidRPr="009A6EE4" w:rsidRDefault="009A6EE4" w:rsidP="002C7F48">
      <w:pPr>
        <w:spacing w:after="0"/>
        <w:rPr>
          <w:b/>
          <w:i/>
        </w:rPr>
      </w:pPr>
      <w:r w:rsidRPr="009A6EE4">
        <w:rPr>
          <w:b/>
        </w:rPr>
        <w:tab/>
      </w:r>
      <w:r w:rsidRPr="009A6EE4">
        <w:rPr>
          <w:b/>
        </w:rPr>
        <w:tab/>
      </w:r>
    </w:p>
    <w:p w:rsidR="009A6EE4" w:rsidRPr="009A6EE4" w:rsidRDefault="009A6EE4" w:rsidP="002C7F48">
      <w:pPr>
        <w:spacing w:after="0"/>
        <w:rPr>
          <w:i/>
        </w:rPr>
      </w:pPr>
      <w:r>
        <w:rPr>
          <w:i/>
        </w:rPr>
        <w:t>Signature (after printing, sign it)</w:t>
      </w:r>
      <w:r w:rsidR="002B0719">
        <w:rPr>
          <w:i/>
        </w:rPr>
        <w:tab/>
      </w:r>
      <w:r w:rsidR="002B0719">
        <w:rPr>
          <w:i/>
        </w:rPr>
        <w:tab/>
      </w:r>
      <w:r w:rsidR="002B0719" w:rsidRPr="009A6EE4">
        <w:rPr>
          <w:b/>
          <w:i/>
        </w:rPr>
        <w:t>S</w:t>
      </w:r>
      <w:r w:rsidR="002B0719">
        <w:rPr>
          <w:b/>
          <w:i/>
        </w:rPr>
        <w:t xml:space="preserve">kip four </w:t>
      </w:r>
      <w:r w:rsidR="002B0719" w:rsidRPr="009A6EE4">
        <w:rPr>
          <w:b/>
          <w:i/>
        </w:rPr>
        <w:t xml:space="preserve"> lines</w:t>
      </w:r>
    </w:p>
    <w:p w:rsidR="009A6EE4" w:rsidRDefault="009A6EE4" w:rsidP="002C7F48">
      <w:pPr>
        <w:spacing w:after="0"/>
      </w:pPr>
    </w:p>
    <w:p w:rsidR="009A6EE4" w:rsidRDefault="009A6EE4" w:rsidP="002C7F48">
      <w:pPr>
        <w:spacing w:after="0"/>
      </w:pPr>
    </w:p>
    <w:p w:rsidR="00CE2328" w:rsidRDefault="002B0719" w:rsidP="002C7F48">
      <w:pPr>
        <w:spacing w:after="0"/>
      </w:pPr>
      <w:r>
        <w:t>Type your name</w:t>
      </w:r>
    </w:p>
    <w:p w:rsidR="009A6EE4" w:rsidRPr="002B0719" w:rsidRDefault="00E12B0D" w:rsidP="002C7F48">
      <w:pPr>
        <w:spacing w:after="0"/>
        <w:rPr>
          <w:b/>
          <w:i/>
        </w:rPr>
      </w:pPr>
      <w:r w:rsidRPr="00E12B0D">
        <w:rPr>
          <w:b/>
          <w:noProof/>
        </w:rPr>
        <w:pict>
          <v:shape id="_x0000_s1041" type="#_x0000_t88" style="position:absolute;margin-left:65.25pt;margin-top:1.45pt;width:7.15pt;height:13.5pt;z-index:251675648"/>
        </w:pict>
      </w:r>
      <w:r w:rsidR="002B0719" w:rsidRPr="009A6EE4">
        <w:rPr>
          <w:b/>
        </w:rPr>
        <w:tab/>
      </w:r>
      <w:r w:rsidR="002B0719" w:rsidRPr="009A6EE4">
        <w:rPr>
          <w:b/>
        </w:rPr>
        <w:tab/>
      </w:r>
      <w:r w:rsidR="002B0719" w:rsidRPr="009A6EE4">
        <w:rPr>
          <w:b/>
          <w:i/>
        </w:rPr>
        <w:t>Skip two lines</w:t>
      </w:r>
    </w:p>
    <w:p w:rsidR="009A6EE4" w:rsidRDefault="009A6EE4" w:rsidP="002C7F48">
      <w:pPr>
        <w:spacing w:after="0"/>
      </w:pPr>
      <w:r>
        <w:t xml:space="preserve">Enclosure: Resume </w:t>
      </w:r>
    </w:p>
    <w:p w:rsidR="00CE2328" w:rsidRDefault="00CE2328" w:rsidP="002C7F48">
      <w:pPr>
        <w:spacing w:after="0"/>
      </w:pPr>
    </w:p>
    <w:sectPr w:rsidR="00CE2328" w:rsidSect="007D6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compat/>
  <w:rsids>
    <w:rsidRoot w:val="009A6EE4"/>
    <w:rsid w:val="00067778"/>
    <w:rsid w:val="0020088D"/>
    <w:rsid w:val="002B0719"/>
    <w:rsid w:val="002C7F48"/>
    <w:rsid w:val="007D68D8"/>
    <w:rsid w:val="009A6EE4"/>
    <w:rsid w:val="00CE2328"/>
    <w:rsid w:val="00E12B0D"/>
    <w:rsid w:val="00E53B7C"/>
    <w:rsid w:val="00F8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szymcz\AppData\Roaming\Microsoft\Templates\TP03000708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4DD18-A907-4E08-8A7E-98D60E0F5E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42DBC-AAEE-4E71-BC19-A791235F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TP030007085</Template>
  <TotalTime>9</TotalTime>
  <Pages>1</Pages>
  <Words>119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elszymcz</dc:creator>
  <cp:lastModifiedBy>340184</cp:lastModifiedBy>
  <cp:revision>2</cp:revision>
  <dcterms:created xsi:type="dcterms:W3CDTF">2011-04-14T12:36:00Z</dcterms:created>
  <dcterms:modified xsi:type="dcterms:W3CDTF">2011-04-14T12:36:00Z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TC300070859990</vt:lpwstr>
  </property>
</Properties>
</file>